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291CD9" w:rsidRDefault="00F862D6" w:rsidP="0077673A">
            <w:r w:rsidRPr="00291CD9">
              <w:t>Naše zn.</w:t>
            </w:r>
          </w:p>
        </w:tc>
        <w:tc>
          <w:tcPr>
            <w:tcW w:w="2552" w:type="dxa"/>
          </w:tcPr>
          <w:p w14:paraId="1EB53367" w14:textId="470DF315" w:rsidR="00F862D6" w:rsidRPr="00291CD9" w:rsidRDefault="00291CD9" w:rsidP="0037111D">
            <w:r w:rsidRPr="00291CD9">
              <w:rPr>
                <w:rFonts w:ascii="Helvetica" w:hAnsi="Helvetica"/>
              </w:rPr>
              <w:t>13886/2024-SŽ-SSV-Ú3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291CD9" w:rsidRDefault="00F862D6" w:rsidP="0077673A">
            <w:r w:rsidRPr="00291CD9">
              <w:t>Listů/příloh</w:t>
            </w:r>
          </w:p>
        </w:tc>
        <w:tc>
          <w:tcPr>
            <w:tcW w:w="2552" w:type="dxa"/>
          </w:tcPr>
          <w:p w14:paraId="00AF12B3" w14:textId="02F65531" w:rsidR="00F862D6" w:rsidRPr="00291CD9" w:rsidRDefault="00291CD9" w:rsidP="00CC1E2B">
            <w:r w:rsidRPr="00291CD9">
              <w:t>2</w:t>
            </w:r>
            <w:r w:rsidR="003E6B9A" w:rsidRPr="00291CD9">
              <w:t>/</w:t>
            </w:r>
            <w:r w:rsidRPr="00291CD9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048C3B47" w:rsidR="00F862D6" w:rsidRPr="003E6B9A" w:rsidRDefault="002A000A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B7B5C84" w:rsidR="009A7568" w:rsidRPr="003E6B9A" w:rsidRDefault="002A000A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C7E5254" w:rsidR="009A7568" w:rsidRPr="003E6B9A" w:rsidRDefault="002A000A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86DB53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E538C">
              <w:rPr>
                <w:noProof/>
              </w:rPr>
              <w:t>6.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61127D12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D16FA1">
        <w:rPr>
          <w:rFonts w:eastAsia="Times New Roman" w:cs="Times New Roman"/>
          <w:lang w:eastAsia="cs-CZ"/>
        </w:rPr>
        <w:t>1</w:t>
      </w:r>
    </w:p>
    <w:p w14:paraId="1C466933" w14:textId="3A1B2DF8" w:rsidR="009206F5" w:rsidRPr="00C84783" w:rsidRDefault="009206F5" w:rsidP="002A000A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2A000A" w:rsidRPr="002A000A">
        <w:rPr>
          <w:rFonts w:eastAsia="Calibri" w:cs="Times New Roman"/>
          <w:b/>
          <w:lang w:eastAsia="cs-CZ"/>
        </w:rPr>
        <w:t xml:space="preserve">Výstavba PZS přejezdu P7712 v km 9,592 trati Milotice nad </w:t>
      </w:r>
      <w:proofErr w:type="gramStart"/>
      <w:r w:rsidR="002A000A" w:rsidRPr="002A000A">
        <w:rPr>
          <w:rFonts w:eastAsia="Calibri" w:cs="Times New Roman"/>
          <w:b/>
          <w:lang w:eastAsia="cs-CZ"/>
        </w:rPr>
        <w:t>Opavou - Vrbno</w:t>
      </w:r>
      <w:proofErr w:type="gramEnd"/>
      <w:r w:rsidR="002A000A" w:rsidRPr="002A000A">
        <w:rPr>
          <w:rFonts w:eastAsia="Calibri" w:cs="Times New Roman"/>
          <w:b/>
          <w:lang w:eastAsia="cs-CZ"/>
        </w:rPr>
        <w:t xml:space="preserve"> </w:t>
      </w:r>
      <w:r w:rsidR="002A000A">
        <w:rPr>
          <w:rFonts w:eastAsia="Calibri" w:cs="Times New Roman"/>
          <w:b/>
          <w:lang w:eastAsia="cs-CZ"/>
        </w:rPr>
        <w:t xml:space="preserve">   </w:t>
      </w:r>
      <w:r w:rsidR="002A000A" w:rsidRPr="002A000A">
        <w:rPr>
          <w:rFonts w:eastAsia="Calibri" w:cs="Times New Roman"/>
          <w:b/>
          <w:lang w:eastAsia="cs-CZ"/>
        </w:rPr>
        <w:t>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4C8FD950" w:rsidR="00CB7B5A" w:rsidRPr="00CB7B5A" w:rsidRDefault="002A000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</w:t>
      </w: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53849BDE" w:rsidR="00CB7B5A" w:rsidRPr="00C93F3D" w:rsidRDefault="00C93F3D" w:rsidP="003E53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93F3D">
        <w:rPr>
          <w:rFonts w:eastAsia="Calibri" w:cs="Times New Roman"/>
          <w:b/>
          <w:lang w:eastAsia="cs-CZ"/>
        </w:rPr>
        <w:t xml:space="preserve">PS 03-02-08 (Sdělovací zařízení) : </w:t>
      </w:r>
      <w:r w:rsidRPr="00C93F3D">
        <w:rPr>
          <w:rFonts w:eastAsia="Calibri" w:cs="Times New Roman"/>
          <w:bCs/>
          <w:lang w:eastAsia="cs-CZ"/>
        </w:rPr>
        <w:t xml:space="preserve">V technické zprávě se uvádí, že bude v rámci tohoto PS vybudován systém PZTS. V dokumentaci je příslušné schéma i výkaz výměr. Dále se v technické zprávě píše, že bude umístěn venkovní telefonní objekt, v celém úseku bude proveden výkop, do kterého bude položen metalický kabel a 3 HDPE trubky. Domníváme se, že ve výkazu výměr pro výkop, kabel i HDPE trubky položky jsou. V dokumentaci ovšem chybí schéma zapojení metalického kabelu a HDPE trubek. Žádáme zadavatele o prověření a případné dodání schématu.  </w:t>
      </w:r>
    </w:p>
    <w:p w14:paraId="687C2E86" w14:textId="77777777" w:rsidR="00CB7B5A" w:rsidRPr="00291CD9" w:rsidRDefault="00CB7B5A" w:rsidP="003E53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91CD9">
        <w:rPr>
          <w:rFonts w:eastAsia="Calibri" w:cs="Times New Roman"/>
          <w:b/>
          <w:lang w:eastAsia="cs-CZ"/>
        </w:rPr>
        <w:t xml:space="preserve">Odpověď: </w:t>
      </w:r>
    </w:p>
    <w:p w14:paraId="3F2D5610" w14:textId="178E8138" w:rsidR="00A216B6" w:rsidRPr="00291CD9" w:rsidRDefault="00A216B6" w:rsidP="003E53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1CD9">
        <w:rPr>
          <w:rFonts w:eastAsia="Calibri" w:cs="Times New Roman"/>
          <w:bCs/>
          <w:lang w:eastAsia="cs-CZ"/>
        </w:rPr>
        <w:t xml:space="preserve">Schématický kabelový plán nebyl pro pokládku sdělovacího zařízení zpracován. Metalický kabel a </w:t>
      </w:r>
      <w:proofErr w:type="spellStart"/>
      <w:r w:rsidRPr="00291CD9">
        <w:rPr>
          <w:rFonts w:eastAsia="Calibri" w:cs="Times New Roman"/>
          <w:bCs/>
          <w:lang w:eastAsia="cs-CZ"/>
        </w:rPr>
        <w:t>optotrubky</w:t>
      </w:r>
      <w:proofErr w:type="spellEnd"/>
      <w:r w:rsidRPr="00291CD9">
        <w:rPr>
          <w:rFonts w:eastAsia="Calibri" w:cs="Times New Roman"/>
          <w:bCs/>
          <w:lang w:eastAsia="cs-CZ"/>
        </w:rPr>
        <w:t xml:space="preserve"> budou položeny v celé délce výkopových prací zabezpečovacího zařízení bez napojení na stávající či nové prvky.</w:t>
      </w:r>
    </w:p>
    <w:p w14:paraId="6DA61B7D" w14:textId="362EF9D4" w:rsidR="00302BAF" w:rsidRPr="00291CD9" w:rsidRDefault="00A216B6" w:rsidP="003E53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1CD9">
        <w:rPr>
          <w:rFonts w:eastAsia="Calibri" w:cs="Times New Roman"/>
          <w:bCs/>
          <w:lang w:eastAsia="cs-CZ"/>
        </w:rPr>
        <w:t>Dodávka a montáž materiálu je součástí tohoto PS, výkopové práce budou provedeny v souvisejícím PS 03-01-38.</w:t>
      </w:r>
    </w:p>
    <w:p w14:paraId="7F11C39C" w14:textId="77777777" w:rsidR="00CB7B5A" w:rsidRPr="00CB7B5A" w:rsidRDefault="00CB7B5A" w:rsidP="003E53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3E53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3D859300" w14:textId="2C93BEA1" w:rsidR="00CB7B5A" w:rsidRPr="00C93F3D" w:rsidRDefault="00C93F3D" w:rsidP="003E53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93F3D">
        <w:rPr>
          <w:rFonts w:eastAsia="Calibri" w:cs="Times New Roman"/>
          <w:b/>
          <w:lang w:eastAsia="cs-CZ"/>
        </w:rPr>
        <w:t xml:space="preserve">PS 03-02-08 (Sdělovací zařízení) : </w:t>
      </w:r>
      <w:r w:rsidRPr="00C93F3D">
        <w:rPr>
          <w:rFonts w:eastAsia="Calibri" w:cs="Times New Roman"/>
          <w:bCs/>
          <w:lang w:eastAsia="cs-CZ"/>
        </w:rPr>
        <w:t>V technické zprávě se uvádí, že v celém úseku bude proveden výkop kabelové drážky ostatními PS a SO. Ve výkazu výměr se však nachází položka č. 4 „HLOUBENÍ RÝH ŠÍŘ DO 2M PAŽ I NEPAŽ TŘ. I“ a č. 5 „ZÁSYP JAM A RÝH ZEMINOU SE ZHUTNĚNÍM“ v objemu 330 M3. Znamená to, že v rámci tohoto PS přece jen dojde k tomuto výkopu? Pokud ano, chybí zde položky pro geodetické práce a ochranu metalického kabelu. Žádáme zadavatele o upřesnění.</w:t>
      </w:r>
    </w:p>
    <w:p w14:paraId="09E94491" w14:textId="77777777" w:rsidR="00302BAF" w:rsidRPr="00291CD9" w:rsidRDefault="00CB7B5A" w:rsidP="003E53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91CD9">
        <w:rPr>
          <w:rFonts w:eastAsia="Calibri" w:cs="Times New Roman"/>
          <w:b/>
          <w:lang w:eastAsia="cs-CZ"/>
        </w:rPr>
        <w:t>Odpověď:</w:t>
      </w:r>
    </w:p>
    <w:p w14:paraId="18A659AA" w14:textId="381D4C5E" w:rsidR="00A216B6" w:rsidRPr="00291CD9" w:rsidRDefault="00A216B6" w:rsidP="003E53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1CD9">
        <w:rPr>
          <w:rFonts w:eastAsia="Calibri" w:cs="Times New Roman"/>
          <w:bCs/>
          <w:lang w:eastAsia="cs-CZ"/>
        </w:rPr>
        <w:t>Dodávka a montáž materiálu je součástí tohoto PS, výkopové práce budou provedeny v souvisejícím PS 03-01-38. P</w:t>
      </w:r>
      <w:r w:rsidR="00DC4E76" w:rsidRPr="00291CD9">
        <w:rPr>
          <w:rFonts w:eastAsia="Calibri" w:cs="Times New Roman"/>
          <w:bCs/>
          <w:lang w:eastAsia="cs-CZ"/>
        </w:rPr>
        <w:t>ůvodní p</w:t>
      </w:r>
      <w:r w:rsidRPr="00291CD9">
        <w:rPr>
          <w:rFonts w:eastAsia="Calibri" w:cs="Times New Roman"/>
          <w:bCs/>
          <w:lang w:eastAsia="cs-CZ"/>
        </w:rPr>
        <w:t>oložky č. 4 a č. 5 byly ze soupisu prací odstraněny.</w:t>
      </w:r>
    </w:p>
    <w:p w14:paraId="40CA97D0" w14:textId="77777777" w:rsidR="00A216B6" w:rsidRPr="00291CD9" w:rsidRDefault="00A216B6" w:rsidP="003E538C">
      <w:pPr>
        <w:spacing w:after="0" w:line="240" w:lineRule="auto"/>
        <w:jc w:val="both"/>
        <w:rPr>
          <w:rFonts w:ascii="Verdana" w:hAnsi="Verdana"/>
          <w:b/>
          <w:bCs/>
          <w:u w:val="single"/>
          <w:lang w:eastAsia="zh-CN"/>
        </w:rPr>
      </w:pPr>
    </w:p>
    <w:p w14:paraId="372EE439" w14:textId="77777777" w:rsidR="00A216B6" w:rsidRPr="00291CD9" w:rsidRDefault="00A216B6" w:rsidP="003E538C">
      <w:pPr>
        <w:jc w:val="both"/>
        <w:rPr>
          <w:rFonts w:ascii="Verdana" w:hAnsi="Verdana"/>
          <w:b/>
          <w:bCs/>
          <w:u w:val="single"/>
          <w:lang w:eastAsia="zh-CN"/>
        </w:rPr>
      </w:pPr>
      <w:r w:rsidRPr="00291CD9">
        <w:rPr>
          <w:rFonts w:ascii="Verdana" w:hAnsi="Verdana"/>
          <w:b/>
          <w:bCs/>
          <w:u w:val="single"/>
          <w:lang w:eastAsia="zh-CN"/>
        </w:rPr>
        <w:t>Byla odstraněná položka</w:t>
      </w:r>
    </w:p>
    <w:p w14:paraId="1CF63A7F" w14:textId="5B34A5DD" w:rsidR="00A216B6" w:rsidRPr="00291CD9" w:rsidRDefault="00A216B6" w:rsidP="003E538C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291CD9">
        <w:rPr>
          <w:rFonts w:ascii="Calibri" w:eastAsia="Times New Roman" w:hAnsi="Calibri" w:cs="Calibri"/>
          <w:sz w:val="22"/>
          <w:szCs w:val="22"/>
        </w:rPr>
        <w:t xml:space="preserve">Kód položky </w:t>
      </w:r>
      <w:r w:rsidRPr="00291CD9">
        <w:rPr>
          <w:rFonts w:ascii="Calibri" w:eastAsia="Times New Roman" w:hAnsi="Calibri" w:cs="Calibri"/>
          <w:b/>
          <w:bCs/>
          <w:sz w:val="22"/>
          <w:szCs w:val="22"/>
        </w:rPr>
        <w:t>13273</w:t>
      </w:r>
      <w:r w:rsidRPr="00291CD9">
        <w:rPr>
          <w:rFonts w:ascii="Calibri" w:eastAsia="Times New Roman" w:hAnsi="Calibri" w:cs="Calibri"/>
          <w:sz w:val="22"/>
          <w:szCs w:val="22"/>
        </w:rPr>
        <w:t xml:space="preserve"> - </w:t>
      </w:r>
      <w:r w:rsidRPr="00291CD9">
        <w:rPr>
          <w:rFonts w:ascii="Calibri" w:eastAsia="Times New Roman" w:hAnsi="Calibri" w:cs="Calibri"/>
          <w:strike/>
          <w:sz w:val="22"/>
          <w:szCs w:val="22"/>
        </w:rPr>
        <w:t xml:space="preserve">HLOUBENÍ RÝH ŠÍŘ DO 2M PAŽ I NEPAŽ TŘ. </w:t>
      </w:r>
      <w:proofErr w:type="gramStart"/>
      <w:r w:rsidRPr="00291CD9">
        <w:rPr>
          <w:rFonts w:ascii="Calibri" w:eastAsia="Times New Roman" w:hAnsi="Calibri" w:cs="Calibri"/>
          <w:strike/>
          <w:sz w:val="22"/>
          <w:szCs w:val="22"/>
        </w:rPr>
        <w:t>I</w:t>
      </w:r>
      <w:r w:rsidRPr="00291CD9">
        <w:rPr>
          <w:rFonts w:ascii="Calibri" w:eastAsia="Times New Roman" w:hAnsi="Calibri" w:cs="Calibri"/>
          <w:sz w:val="22"/>
          <w:szCs w:val="22"/>
        </w:rPr>
        <w:t xml:space="preserve"> – 330</w:t>
      </w:r>
      <w:proofErr w:type="gramEnd"/>
      <w:r w:rsidRPr="00291CD9">
        <w:rPr>
          <w:rFonts w:ascii="Calibri" w:eastAsia="Times New Roman" w:hAnsi="Calibri" w:cs="Calibri"/>
          <w:sz w:val="22"/>
          <w:szCs w:val="22"/>
        </w:rPr>
        <w:t xml:space="preserve"> M3</w:t>
      </w:r>
    </w:p>
    <w:p w14:paraId="2D2EE12C" w14:textId="42A6FB9D" w:rsidR="00A216B6" w:rsidRPr="00291CD9" w:rsidRDefault="00A216B6" w:rsidP="003E538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91CD9">
        <w:rPr>
          <w:rFonts w:ascii="Calibri" w:eastAsia="Times New Roman" w:hAnsi="Calibri" w:cs="Calibri"/>
          <w:sz w:val="22"/>
          <w:szCs w:val="22"/>
        </w:rPr>
        <w:t xml:space="preserve">Kód položky </w:t>
      </w:r>
      <w:r w:rsidRPr="00291CD9">
        <w:rPr>
          <w:rFonts w:ascii="Calibri" w:eastAsia="Times New Roman" w:hAnsi="Calibri" w:cs="Calibri"/>
          <w:b/>
          <w:bCs/>
          <w:sz w:val="22"/>
          <w:szCs w:val="22"/>
        </w:rPr>
        <w:t>17411</w:t>
      </w:r>
      <w:r w:rsidRPr="00291CD9">
        <w:rPr>
          <w:rFonts w:ascii="Calibri" w:eastAsia="Times New Roman" w:hAnsi="Calibri" w:cs="Calibri"/>
          <w:sz w:val="22"/>
          <w:szCs w:val="22"/>
        </w:rPr>
        <w:t xml:space="preserve"> - </w:t>
      </w:r>
      <w:r w:rsidRPr="00291CD9">
        <w:rPr>
          <w:rFonts w:ascii="Calibri" w:eastAsia="Times New Roman" w:hAnsi="Calibri" w:cs="Calibri"/>
          <w:strike/>
          <w:sz w:val="22"/>
          <w:szCs w:val="22"/>
        </w:rPr>
        <w:t>ZÁSYP JAM A RÝH ZEMINOU SE ZHUTNĚNÍM</w:t>
      </w:r>
      <w:r w:rsidRPr="00291CD9">
        <w:rPr>
          <w:rFonts w:ascii="Calibri" w:eastAsia="Times New Roman" w:hAnsi="Calibri" w:cs="Calibri"/>
          <w:sz w:val="22"/>
          <w:szCs w:val="22"/>
        </w:rPr>
        <w:t xml:space="preserve"> – 330 M3</w:t>
      </w:r>
    </w:p>
    <w:p w14:paraId="48653E37" w14:textId="2CDC4095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 </w:t>
      </w: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E6D6E0C" w14:textId="77777777" w:rsidR="00483F34" w:rsidRPr="00291CD9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723B201" w14:textId="77777777" w:rsidR="00483F34" w:rsidRPr="00291CD9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91CD9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0362711F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91CD9">
        <w:rPr>
          <w:rFonts w:eastAsia="Calibri" w:cs="Times New Roman"/>
          <w:b/>
          <w:bCs/>
          <w:lang w:eastAsia="cs-CZ"/>
        </w:rPr>
        <w:lastRenderedPageBreak/>
        <w:t xml:space="preserve">Příloha: </w:t>
      </w:r>
      <w:r w:rsidR="00291CD9" w:rsidRPr="00291CD9">
        <w:rPr>
          <w:rFonts w:eastAsia="Calibri" w:cs="Times New Roman"/>
          <w:bCs/>
          <w:lang w:eastAsia="cs-CZ"/>
        </w:rPr>
        <w:t>[</w:t>
      </w:r>
      <w:proofErr w:type="gramStart"/>
      <w:r w:rsidR="00291CD9" w:rsidRPr="00291CD9">
        <w:rPr>
          <w:rFonts w:eastAsia="Calibri" w:cs="Times New Roman"/>
          <w:bCs/>
          <w:lang w:eastAsia="cs-CZ"/>
        </w:rPr>
        <w:t>D.1.2]_</w:t>
      </w:r>
      <w:proofErr w:type="gramEnd"/>
      <w:r w:rsidR="00291CD9" w:rsidRPr="00291CD9">
        <w:rPr>
          <w:rFonts w:eastAsia="Calibri" w:cs="Times New Roman"/>
          <w:bCs/>
          <w:lang w:eastAsia="cs-CZ"/>
        </w:rPr>
        <w:t>[PS 03-02-08]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4FE5DBCD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291CD9">
        <w:rPr>
          <w:rFonts w:eastAsia="Calibri" w:cs="Times New Roman"/>
          <w:lang w:eastAsia="cs-CZ"/>
        </w:rPr>
        <w:t>6.12.2024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76535" w14:textId="77777777" w:rsidR="00DC55D0" w:rsidRDefault="00DC55D0" w:rsidP="00962258">
      <w:pPr>
        <w:spacing w:after="0" w:line="240" w:lineRule="auto"/>
      </w:pPr>
      <w:r>
        <w:separator/>
      </w:r>
    </w:p>
  </w:endnote>
  <w:endnote w:type="continuationSeparator" w:id="0">
    <w:p w14:paraId="7F9D190C" w14:textId="77777777" w:rsidR="00DC55D0" w:rsidRDefault="00DC55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16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16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16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16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ED9C2" w14:textId="77777777" w:rsidR="00DC55D0" w:rsidRDefault="00DC55D0" w:rsidP="00962258">
      <w:pPr>
        <w:spacing w:after="0" w:line="240" w:lineRule="auto"/>
      </w:pPr>
      <w:r>
        <w:separator/>
      </w:r>
    </w:p>
  </w:footnote>
  <w:footnote w:type="continuationSeparator" w:id="0">
    <w:p w14:paraId="15A72AFD" w14:textId="77777777" w:rsidR="00DC55D0" w:rsidRDefault="00DC55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269701631">
    <w:abstractNumId w:val="2"/>
  </w:num>
  <w:num w:numId="2" w16cid:durableId="166797484">
    <w:abstractNumId w:val="1"/>
  </w:num>
  <w:num w:numId="3" w16cid:durableId="1720861117">
    <w:abstractNumId w:val="3"/>
  </w:num>
  <w:num w:numId="4" w16cid:durableId="313920150">
    <w:abstractNumId w:val="5"/>
  </w:num>
  <w:num w:numId="5" w16cid:durableId="1179387638">
    <w:abstractNumId w:val="0"/>
  </w:num>
  <w:num w:numId="6" w16cid:durableId="128661892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521DC"/>
    <w:rsid w:val="00170EC5"/>
    <w:rsid w:val="001747C1"/>
    <w:rsid w:val="0018596A"/>
    <w:rsid w:val="001B69C2"/>
    <w:rsid w:val="001C4DA0"/>
    <w:rsid w:val="00207DF5"/>
    <w:rsid w:val="00267369"/>
    <w:rsid w:val="0026785D"/>
    <w:rsid w:val="00291CD9"/>
    <w:rsid w:val="002A000A"/>
    <w:rsid w:val="002C31BF"/>
    <w:rsid w:val="002E0CD7"/>
    <w:rsid w:val="002F026B"/>
    <w:rsid w:val="00302BAF"/>
    <w:rsid w:val="00357BC6"/>
    <w:rsid w:val="00366E78"/>
    <w:rsid w:val="0037111D"/>
    <w:rsid w:val="003956C6"/>
    <w:rsid w:val="003C5BE7"/>
    <w:rsid w:val="003E3443"/>
    <w:rsid w:val="003E538C"/>
    <w:rsid w:val="003E5D1F"/>
    <w:rsid w:val="003E6B9A"/>
    <w:rsid w:val="003E75CE"/>
    <w:rsid w:val="003F37AB"/>
    <w:rsid w:val="0041380F"/>
    <w:rsid w:val="00445271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4553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47345"/>
    <w:rsid w:val="00660AD3"/>
    <w:rsid w:val="006A5570"/>
    <w:rsid w:val="006A689C"/>
    <w:rsid w:val="006B0CBE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4AB2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216B6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02D8"/>
    <w:rsid w:val="00B527E0"/>
    <w:rsid w:val="00B55F9C"/>
    <w:rsid w:val="00B75EE1"/>
    <w:rsid w:val="00B77481"/>
    <w:rsid w:val="00B8518B"/>
    <w:rsid w:val="00BB3740"/>
    <w:rsid w:val="00BC7D9B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93F3D"/>
    <w:rsid w:val="00CB7B5A"/>
    <w:rsid w:val="00CC1E2B"/>
    <w:rsid w:val="00CD1FC4"/>
    <w:rsid w:val="00CD4C0F"/>
    <w:rsid w:val="00CE371D"/>
    <w:rsid w:val="00CE5FA9"/>
    <w:rsid w:val="00D02A4D"/>
    <w:rsid w:val="00D159C0"/>
    <w:rsid w:val="00D16FA1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C4E76"/>
    <w:rsid w:val="00DC55D0"/>
    <w:rsid w:val="00DD46F3"/>
    <w:rsid w:val="00DD58A6"/>
    <w:rsid w:val="00DE56F2"/>
    <w:rsid w:val="00DE7344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5322A1-BB7C-4050-B2F5-C4614FBCE0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2019-02-22T13:28:00Z</cp:lastPrinted>
  <dcterms:created xsi:type="dcterms:W3CDTF">2024-12-06T06:04:00Z</dcterms:created>
  <dcterms:modified xsi:type="dcterms:W3CDTF">2024-12-06T07:24:00Z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